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73307" w14:textId="77777777" w:rsidR="005C4FBE" w:rsidRPr="005C4FBE" w:rsidRDefault="005C4FBE" w:rsidP="005C4FB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C4FB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SARS-CoV-2/human/USA/IL-CDC-ASC210535585/2021, complete genome</w:t>
      </w:r>
    </w:p>
    <w:p w14:paraId="4D1D9C49" w14:textId="77777777" w:rsidR="005C4FBE" w:rsidRPr="005C4FBE" w:rsidRDefault="005C4FBE" w:rsidP="005C4F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t>GenBank: OM016937.1</w:t>
      </w:r>
    </w:p>
    <w:p w14:paraId="04018965" w14:textId="77777777" w:rsidR="005C4FBE" w:rsidRPr="005C4FBE" w:rsidRDefault="005C4FBE" w:rsidP="005C4F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"https://www.ncbi.nlm.nih.gov/nuccore/OM016937.1?report=fasta" </w:instrText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4F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"https://www.ncbi.nlm.nih.gov/nuccore/OM016937.1?report=graph" </w:instrText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4F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6937.1"/>
    <w:bookmarkEnd w:id="1"/>
    <w:p w14:paraId="4A00983F" w14:textId="77777777" w:rsidR="005C4FBE" w:rsidRPr="005C4FBE" w:rsidRDefault="005C4FBE" w:rsidP="005C4FB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"https://www.ncbi.nlm.nih.gov/nuccore/OM016937.1" \l "goto2170191121_0" </w:instrText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4F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C4F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3DD775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LOCUS       OM016937               29799 bp    RNA     linear   VRL 25-DEC-2021</w:t>
      </w:r>
    </w:p>
    <w:p w14:paraId="3237FE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93AA38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SARS-CoV-2/human/USA/IL-CDC-ASC210535585/2021, complete genome.</w:t>
      </w:r>
    </w:p>
    <w:p w14:paraId="49A07A6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ACCESSION   OM016937</w:t>
      </w:r>
    </w:p>
    <w:p w14:paraId="2C84FE7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VERSION     OM016937.1</w:t>
      </w:r>
    </w:p>
    <w:p w14:paraId="0522D96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FBD4E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"https://www.ncbi.nlm.nih.gov/biosample/SAMN24376994"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SAMN24376994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C24A05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4287A2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E2314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8A7E1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31307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C22E57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1C9B0B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618D35F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15B5A4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8A26B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A049D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E2D1C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3B3134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7F8A97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9895B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597461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6768E1C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A99D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0E0E6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94B59A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ABAA25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4F30B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B1C28A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25188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5CFE031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7CAAA1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4ECB29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6937.1"/>
      <w:bookmarkEnd w:id="2"/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78C0A1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26C203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91DEF7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C77CB3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6937.1"/>
      <w:bookmarkEnd w:id="3"/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ABCF9C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2EC6B1C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9F673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47010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3FFE3F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/isolate="SARS-CoV-2/human/USA/IL-CDC-ASC210535585/2021"</w:t>
      </w:r>
    </w:p>
    <w:p w14:paraId="5AD8E32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D8E3A8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677F0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819F7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14CF63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731EC7E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"https://www.ncbi.nlm.nih.gov/nuccore/OM016937.1?from=241&amp;to=21518"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EE7608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EE7B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"https://www.ncbi.nlm.nih.gov/nuccore/OM016937.1?location=241:13431,13431:21518"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2BB6A9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F5BF7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0BDDA5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6F283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9664DD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UHP98747.1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C55A8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2E6E3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4816C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A9E39A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170E2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6865DA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C4DD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A821D9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B624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925D7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4188E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21757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7A5142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302EA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EF90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764F1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BC3FAD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87A143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E67731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B696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4CA4D4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02BA6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3B6526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483B71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13FB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ACA02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89D28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5FAD9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93341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B419BE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F071FC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5AB88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653B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A0DE4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7C137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502EB7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0FC8D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9891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1AB00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E0169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DCFB07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3B0B61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D47794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A04BDE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2F7608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73FDC2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7EEE4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2C2A7C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0AC2E4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7731B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BB9CA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B75F5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75473E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EFCFB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018F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AFA6FA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4993DB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5E27C1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CBF3E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FD0341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16A3F8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413DF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967B55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A3F14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E6C90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5E8D3C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0126D0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DECEA8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4ED053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3EF06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3C8C5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852198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A98BA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5EA5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10FB06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1EEB08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CF676A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633593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AF327D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D4C43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1B977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31725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A0850F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C15E2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E97900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77CE6C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DAF68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D4D51F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A4D242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C71B0D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099B71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411D3C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AF6851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E5D5AC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E6FD1B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2CD426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778687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4C864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FC8451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1100B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F980BE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70D2A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F2C256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BA42E2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48C1F9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EA469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47218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825646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D8A2C5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8D507A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F92CAD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D7D41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93A1A5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512327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6278A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5FC06D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09F2CF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58DB94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90AC5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D49480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F5D08E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F2BC0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C8CFFC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83E34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"https://www.ncbi.nlm.nih.gov/protein/UHP98747.1?from=1&amp;to=180"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57910C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5299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98449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"https://www.ncbi.nlm.nih.gov/protein/UHP98747.1?from=181&amp;to=818"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F8D29E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E62B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26D8C0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"https://www.ncbi.nlm.nih.gov/protein/UHP98747.1?from=819&amp;to=2762"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FA1ACF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74E04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6CC391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"https://www.ncbi.nlm.nih.gov/protein/UHP98747.1?from=2763&amp;to=3262"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3B6FD9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2BB30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808C6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"https://www.ncbi.nlm.nih.gov/protein/UHP98747.1?from=3263&amp;to=3568"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79647D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F04C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1783CC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"https://www.ncbi.nlm.nih.gov/protein/UHP98747.1?from=3569&amp;to=3855"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CC0BEB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6148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1B9E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"https://www.ncbi.nlm.nih.gov/protein/UHP98747.1?from=3856&amp;to=3938"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29F434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48E0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52A565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"https://www.ncbi.nlm.nih.gov/protein/UHP98747.1?from=3939&amp;to=4136"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43F75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7AEA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38D0FA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"https://www.ncbi.nlm.nih.gov/protein/UHP98747.1?from=4137&amp;to=4249"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59E91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4288D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87956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"https://www.ncbi.nlm.nih.gov/protein/UHP98747.1?from=4250&amp;to=4388"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A7BD51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B3F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A58CC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"https://www.ncbi.nlm.nih.gov/protein/UHP98747.1?from=4389&amp;to=5320"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116A00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648C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8227CB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"https://www.ncbi.nlm.nih.gov/protein/UHP98747.1?from=5321&amp;to=5921"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E16706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34B6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CF9C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"https://www.ncbi.nlm.nih.gov/protein/UHP98747.1?from=5922&amp;to=6448"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EC353D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5081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2C568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"https://www.ncbi.nlm.nih.gov/protein/UHP98747.1?from=6449&amp;to=6794"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A33A09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3A8F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696518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"https://www.ncbi.nlm.nih.gov/protein/UHP98747.1?from=6795&amp;to=7092"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FC3095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AA2F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25A3BA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"https://www.ncbi.nlm.nih.gov/nuccore/OM016937.1?from=241&amp;to=13446"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AAEC3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3515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A4B21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506E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UHP98748.1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AED7E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9E160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C00B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B88B1A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138CA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071B9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B92EB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410BC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F6E869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E2E6E3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478E5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2BC55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3D92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93CB0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8419A6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CC58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558CCE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B93F5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FBEBC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619F6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2D99D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774DD3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57AC0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370283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0C2C5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2D25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F7CED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C60C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E7FAD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C8DBB7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5D2C5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7A6E8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EF0CF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1D1CE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8E1673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41117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D4767A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75F792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4B8D6E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219BC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06EDBF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7F9C5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409B5F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97167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64549C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B2CA89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B4BA8E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9A904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49E24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1ECFB8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796C3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C3A3AF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0F541F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BF1777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980703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F5EA3F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C4D9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6C5BD8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B04A66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C71A14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E4405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98516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878599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C1239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23D1A5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2854E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4EA8F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7B5E82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897C5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7D0B3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522F3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8D8BF4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E2FA34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98688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EF260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2921D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A84899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99FE1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"https://www.ncbi.nlm.nih.gov/protein/UHP98748.1?from=1&amp;to=180"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5AAA95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F7EE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C24D1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"https://www.ncbi.nlm.nih.gov/protein/UHP98748.1?from=181&amp;to=818"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B754EF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3591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5E58E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"https://www.ncbi.nlm.nih.gov/protein/UHP98748.1?from=819&amp;to=2762"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2860FB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6430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16A2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"https://www.ncbi.nlm.nih.gov/protein/UHP98748.1?from=2763&amp;to=3262"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86EDB4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FBEF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ADC0B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"https://www.ncbi.nlm.nih.gov/protein/UHP98748.1?from=3263&amp;to=3568"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5C786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C6D1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A1E2F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"https://www.ncbi.nlm.nih.gov/protein/UHP98748.1?from=3569&amp;to=3855"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18C44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5026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5AA5F7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"https://www.ncbi.nlm.nih.gov/protein/UHP98748.1?from=3856&amp;to=3938"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41E4D7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98E051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66857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"https://www.ncbi.nlm.nih.gov/protein/UHP98748.1?from=3939&amp;to=4136"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01C24D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BD2B1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2AB7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"https://www.ncbi.nlm.nih.gov/protein/UHP98748.1?from=4137&amp;to=4249"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7D127F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F6227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9507D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"https://www.ncbi.nlm.nih.gov/protein/UHP98748.1?from=4250&amp;to=4388"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E5BCB4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257C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3D75B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"https://www.ncbi.nlm.nih.gov/protein/UHP98748.1?from=4389&amp;to=4401"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7D97E7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D6643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D0686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"https://www.ncbi.nlm.nih.gov/nuccore/OM016937.1?from=13439&amp;to=13466"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A4215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C9C4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73622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B8A15C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"https://www.ncbi.nlm.nih.gov/nuccore/OM016937.1?from=13451&amp;to=13505"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B72BE2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4A0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AAF9B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39BF0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"https://www.ncbi.nlm.nih.gov/nuccore/OM016937.1?from=21526&amp;to=25338"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6629D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50746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"https://www.ncbi.nlm.nih.gov/nuccore/OM016937.1?from=21526&amp;to=25338"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98E197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B749F3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0D9DE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70AB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"https://www.ncbi.nlm.nih.gov/protein/2170191124"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UHP98749.1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64810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4B761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A2C270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AE151C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10B98F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4F7E27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4B7EB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EE22D1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35E80D2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24DE7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1ACE6F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125DA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2F52D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689532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D46DC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27BD7A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40C935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17DEFA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7600BE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AB63B4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0D8EE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F30FC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54FE13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48101F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"https://www.ncbi.nlm.nih.gov/nuccore/OM016937.1?from=25347&amp;to=26174"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434E6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70165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"https://www.ncbi.nlm.nih.gov/nuccore/OM016937.1?from=25347&amp;to=26174"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31592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A6AC2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2694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9181D8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"https://www.ncbi.nlm.nih.gov/protein/2170191125"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UHP98750.1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1329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36E720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F19E9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029A88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933BA0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073AC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"https://www.ncbi.nlm.nih.gov/nuccore/OM016937.1?from=26199&amp;to=26426"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0B0790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20553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"https://www.ncbi.nlm.nih.gov/nuccore/OM016937.1?from=26199&amp;to=26426"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C71FD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29B90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AC7E4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F75A59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"https://www.ncbi.nlm.nih.gov/protein/2170191126"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UHP98751.1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5D667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D31E0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7196C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"https://www.ncbi.nlm.nih.gov/nuccore/OM016937.1?from=26477&amp;to=27145"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9B2433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CA20B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"https://www.ncbi.nlm.nih.gov/nuccore/OM016937.1?from=26477&amp;to=27145"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3554CF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A75923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7637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12B7C2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"https://www.ncbi.nlm.nih.gov/protein/2170191127"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UHP98752.1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46394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D11697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006AA1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FARTRSMWSFNPETNILLNVPLHGTILTRPLLESELVIGAVILRGHLRIAGHHLXXCD</w:t>
      </w:r>
    </w:p>
    <w:p w14:paraId="5AB7AA8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IKDLPKEITVATXRTLSYYKLGASQRVAGDSGFAAYSRYRIGNYKLNTDHSSSSDNIA</w:t>
      </w:r>
    </w:p>
    <w:p w14:paraId="531651D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A4E79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"https://www.ncbi.nlm.nih.gov/nuccore/OM016937.1?from=27156&amp;to=27341"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F99E4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EF1AC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"https://www.ncbi.nlm.nih.gov/nuccore/OM016937.1?from=27156&amp;to=27341"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8E237B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80BDB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FA61C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28602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UHP98753.1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24A2C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86292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7E67E9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"https://www.ncbi.nlm.nih.gov/nuccore/OM016937.1?from=27348&amp;to=27713"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09409A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A43237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"https://www.ncbi.nlm.nih.gov/nuccore/OM016937.1?from=27348&amp;to=27713"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CB5216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CEDA5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9BDDE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B9BCE2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"https://www.ncbi.nlm.nih.gov/protein/2170191129"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UHP98754.1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4006E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A55C5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77C1ED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FB7A64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"https://www.ncbi.nlm.nih.gov/nuccore/OM016937.1?from=27710&amp;to=27841"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3729D8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1307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"https://www.ncbi.nlm.nih.gov/nuccore/OM016937.1?from=27710&amp;to=27841"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802A65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B3191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D5580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89EB68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"https://www.ncbi.nlm.nih.gov/protein/2170191130"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UHP98755.1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CEC1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8973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"https://www.ncbi.nlm.nih.gov/nuccore/OM016937.1?from=27848&amp;to=28213"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73377A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81BA6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"https://www.ncbi.nlm.nih.gov/nuccore/OM016937.1?from=27848&amp;to=28213"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7D8C38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D10DA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054E5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9BC39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"https://www.ncbi.nlm.nih.gov/protein/2170191131"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UHP98756.1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AC2D9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45E8FC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ABE20B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AFA673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"https://www.ncbi.nlm.nih.gov/nuccore/OM016937.1?from=28228&amp;to=29478"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355CB0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5A613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"https://www.ncbi.nlm.nih.gov/nuccore/OM016937.1?from=28228&amp;to=29478"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0F4FA7F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EB585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8A7EDF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D62301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"https://www.ncbi.nlm.nih.gov/protein/2170191132"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UHP98757.1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DAF39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CC0963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334EACA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C41FD7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AA6DCE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E74ABB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ED18C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EDC36B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12C4C6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"https://www.ncbi.nlm.nih.gov/nuccore/OM016937.1?from=29503&amp;to=29619"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3B7B9BD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15E56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"https://www.ncbi.nlm.nih.gov/nuccore/OM016937.1?from=29503&amp;to=29619"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30DEAD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F73F2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3F91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8CF8AC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"https://www.ncbi.nlm.nih.gov/protein/2170191133"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UHP98758.1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0C745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1D7612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"https://www.ncbi.nlm.nih.gov/nuccore/OM016937.1?from=29554&amp;to=29589"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EB7F1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A7B40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9B13EE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"https://www.ncbi.nlm.nih.gov/nuccore/OM016937.1?from=29574&amp;to=29602"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3FC670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E8ABA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B0E07D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"https://www.ncbi.nlm.nih.gov/nuccore/OM016937.1?from=29673&amp;to=29713" </w:instrTex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4F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44F018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5FB0DC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B4D8FA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6937.1"/>
      <w:bookmarkEnd w:id="4"/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98C97C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1A7FA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453ED1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2BB3B8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3E7C8B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E0CEFE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15D14D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AF5495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F0C0C5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C41346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C8417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273553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D98B5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68A555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3F7FD4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BBCB2D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125830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71F66F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ABD4AD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AED471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BCE0D0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AD6E28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0BCD06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693A8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9C19E3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3DEA65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F9FA6E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AD2C33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297B9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1B5FBE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D8E018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BDC4C8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D71171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68F6F6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7B07B5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878545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B47FC4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3A6CB1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0CA4F9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C5CB8C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7C28E7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83E8CB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2A8A87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B5487B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4E8770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52B8D8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2E063A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55BFD0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507871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CD70E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1476F0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C7B062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6A70EB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1ED07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D4F5F9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911F91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18DE92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C3587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CAB9E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EFA0DA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9EA8E4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660B54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718025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F1ECCC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BA39E6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F01A0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C6CA8B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F9222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431C3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438844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737304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B44964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146AE9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FA392B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13F7BF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B83DA0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C50C8F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23B687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C22FC1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52EB36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BA68D6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F8C823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C6C35D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E5B87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85E8B8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E1C09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494CC8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B76705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9BFAC2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93BBD5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3DA96E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3DC0AE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7B9A80A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147615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A6EF1A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D391E1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343EE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0340DF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80997F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317147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77965E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74864F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5F55CA6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94251C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048AF1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F70DC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7BE11C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1BD3D6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3E8D1F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5CC944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461389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0C3E52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63BA26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8D10B1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6A3B0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0AB608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9A215C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A2914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513DDE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635984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11EB03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15ABCB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10796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B27445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C74878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D80376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ADA8A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CF630D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BBD34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496BE4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60E593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F81B8B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E9862F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7190AF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6C7C94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9809CA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6077F6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8B045B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D6EBA5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BEFA56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3A9155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8A3A7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95A18A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0715AC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7B5158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908D36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2A423E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E0292A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3C04D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373DD8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F0633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BF461D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95A691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C7E9E7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0918EB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B1D2D1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957BC1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5D8D94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B13BDA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2F6063A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FDAB96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50895A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562796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DD7DAF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CF8870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56017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274E63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9B0FCA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5D9C5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E6A300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AC1A3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1B239C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D6098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DD9CCC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791778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2A29D2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374B73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FA59A1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F15276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995FD3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A206D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90BAED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03EC39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2E384F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D7138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0BA36D3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7A2B3A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7D1BB4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40A1E1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331DC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AD3F4A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505D964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15A824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843990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452A23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1252D5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A49EA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0A4E77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614F9C8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6359BB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1A4D60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BB312F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FEAB04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97A1A1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C48C7D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F266B5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FF2228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723A18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CF8CE6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013F44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88F292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72988A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F6CCC0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BDB31E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317630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34009F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ACC436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9433A5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320CBD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C3869C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B3E77D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687712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50DCC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D7A6F9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D16E99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30D010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4EC5C7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AA3A6D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344FBC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87C8B9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D03E87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9F9E81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348FD1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222A89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6ABB9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4FAFFC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C32C11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225923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66787D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CD456D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91383D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CB5A8D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01C3D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67872F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5E0482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83BC2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7B0D22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57A67B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3EA0A5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49B4EE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52E965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7493CE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FB31CF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56B643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3F11B4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3B13A1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10DFAB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057219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9B01D5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46215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1D8197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A56CD8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F180E0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8DE4BA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3081E5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9814BB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043AB3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F0B313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0B6D0B7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15CA17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9AAA9D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342A10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E296A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5F7116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264B04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0BCB95C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C3E6C3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1C9F07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B1ADC7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087EBB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96B81D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C60AF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447387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B4E8AF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F352B9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45D663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CB6D3D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CE8FBD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111B40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F3368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24A288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320242E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BCE3D3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20E320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5A21D5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74C9A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0DF52E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27C509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62CA78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A244E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DE61C8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FE19F2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DA30D1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339B2C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78C2F1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7F78B6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EABC68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EEC40A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877FF3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E86803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8F2011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720CF4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0BBF32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556B6F9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5A4C09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C7CEDF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FC214C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3A37CB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1F5612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D9E31F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48EF040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479743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26BC09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AC72DB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631209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5BD192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27AB92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91DA15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70C2C1A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A8CB92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3A6F22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6A4301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3D684A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7AAE1E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1A8B3A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00106F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275819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0F9060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C68E64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F57F4D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C57851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49884D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A2BFCC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48D104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2B606D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C30ABB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0239387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838200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C31442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910389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E583AC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9D374B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030EEC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04492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1BD7B8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D39CF3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DCFB95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5060D3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435727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6175DCC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1A3C76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325F06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1851A9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A597F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6852F7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E7B24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52C74A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5847DA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6D5CFC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390EA2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9737A0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E1CA67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C2C351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6FCD2B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C2BEAB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3BD8C94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6AE44E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695BD1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983E22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38831A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4AE6EAE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7CE822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863CAA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762B3F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09E431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280FD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9866B2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4C8A8F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1067BE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0CCDA2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DD93C8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1F4737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9FD9E4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51ADD6A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51145E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2B351F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45D0AB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06FC91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1B8373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CE6085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FDAFC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F02524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71B7C8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485483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8306BE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4A760E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43DEA7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658C1E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614941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E82EF6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0273E9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C98666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D9DE89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DF1D5C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71A23D9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821495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007116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A32857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F35F34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3C3B41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5E12F3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ADC84C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8DEAA8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141980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C72E05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E16787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F17A8B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9B1807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99AA10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C20B28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D6CEFB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734BB5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D0492B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37D253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30A55D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E8B501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18DB8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4F5E24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7F6F57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832D19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0A0142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832FFA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78591F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A3C905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07A74A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4D93D9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D1BF84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50FDD3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6CA717C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tctnnnnngc tgtgacatca aggacctgcc taaagaaatc actgttgcta cannacgaac</w:t>
      </w:r>
    </w:p>
    <w:p w14:paraId="6148AE2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gagcttcnca gcgtgtagca ggtgactcag gttttgctgc</w:t>
      </w:r>
    </w:p>
    <w:p w14:paraId="3C4DB4C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C1C3ED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2A4433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2B408F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FC815F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9FE72DA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2188E6C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C0ACC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5475FF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E39787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DCF897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DD91C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D2EFF1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EFC8C5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9A1AD6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A86AF6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C049BF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7E176B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F93B4F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092AFA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6668F1B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30E73E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C80CD5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34516DF3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32F3CEB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4E4EB26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C1EE46C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082DD642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1815F57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B3383B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251E285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5A6BE1A1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7BBCB1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7A6BC10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12D9B51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505E596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E459359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E32675F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EB4572B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780D42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458AE1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391BB03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6437A6D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5BCA900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1AC3328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63323F4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32F717BE" w14:textId="77777777" w:rsidR="005C4FBE" w:rsidRPr="005C4FBE" w:rsidRDefault="005C4FBE" w:rsidP="005C4F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4FB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497D47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FB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C4FBE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C2001F"/>
  <w15:chartTrackingRefBased/>
  <w15:docId w15:val="{06CFEF02-5C51-724A-880C-107F5288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2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6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6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2023-02-02T05:50:00Z</dcterms:created>
  <dcterms:modified xsi:type="dcterms:W3CDTF">2023-02-02T05:50:00Z</dcterms:modified>
</cp:coreProperties>
</file>